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E0F86" w14:textId="706001BB" w:rsidR="00025386" w:rsidRPr="00EC10EE" w:rsidRDefault="00657A47" w:rsidP="00A137C9">
      <w:pPr>
        <w:pStyle w:val="Nagwek4"/>
        <w:spacing w:after="60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221226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41D8F87D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9648DD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45764789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65A33945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3BC1A6E1" w14:textId="77777777" w:rsidR="00A137C9" w:rsidRDefault="00A137C9" w:rsidP="00A137C9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</w:t>
      </w:r>
      <w:r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A2540E" w14:paraId="03B8FC9E" w14:textId="77777777" w:rsidTr="004F10A0">
        <w:tc>
          <w:tcPr>
            <w:tcW w:w="2269" w:type="dxa"/>
          </w:tcPr>
          <w:p w14:paraId="0F2BECEB" w14:textId="77777777" w:rsidR="00A137C9" w:rsidRPr="00A2540E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32CAB6B" w14:textId="7ACC9ACE" w:rsidR="00A137C9" w:rsidRPr="00A2540E" w:rsidRDefault="00737678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73767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"Dowóz i odwóz dzieci i młodzieży niepełnosprawnych wraz z opieką</w:t>
            </w:r>
            <w:r w:rsidR="001235E3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</w:t>
            </w:r>
            <w:r w:rsidRPr="0073767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zamieszkałych na terenie Gminy Koźminek do szkół i placówek oświatowych w roku 202</w:t>
            </w:r>
            <w:r w:rsidR="007269EF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73767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w dni nauki szkolnej"</w:t>
            </w:r>
            <w:r w:rsidR="00A137C9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737678" w:rsidRPr="00A2540E" w14:paraId="02DD265F" w14:textId="77777777" w:rsidTr="00CF2466">
        <w:tc>
          <w:tcPr>
            <w:tcW w:w="2269" w:type="dxa"/>
          </w:tcPr>
          <w:p w14:paraId="6ABFFD95" w14:textId="77777777" w:rsidR="00737678" w:rsidRPr="00294C74" w:rsidRDefault="00737678" w:rsidP="00CF2466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4C7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2702235" w14:textId="06759673" w:rsidR="00737678" w:rsidRPr="00294C74" w:rsidRDefault="00737678" w:rsidP="00CF2466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294C7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OSWI.223.1.202</w:t>
            </w:r>
            <w:r w:rsidR="007269EF" w:rsidRPr="00294C7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7915B930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16E6CDC" w14:textId="77777777" w:rsidR="003A486D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737678" w:rsidRPr="00737678">
        <w:rPr>
          <w:rFonts w:ascii="Arial" w:hAnsi="Arial" w:cs="Arial"/>
          <w:b/>
          <w:sz w:val="24"/>
          <w:szCs w:val="24"/>
        </w:rPr>
        <w:t>Zespół Obsługi Ekonomicznej i Administracyjnej Gminnych Jednostek Oświatowych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Pr="001215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14531F99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2E1439B8" w14:textId="77777777" w:rsidTr="00A137C9">
        <w:tc>
          <w:tcPr>
            <w:tcW w:w="617" w:type="dxa"/>
            <w:vAlign w:val="center"/>
          </w:tcPr>
          <w:p w14:paraId="53EFE4BB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vAlign w:val="center"/>
          </w:tcPr>
          <w:p w14:paraId="3526C3F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vAlign w:val="center"/>
          </w:tcPr>
          <w:p w14:paraId="2B3868AB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560B97F1" w14:textId="77777777" w:rsidTr="00A137C9">
        <w:tc>
          <w:tcPr>
            <w:tcW w:w="617" w:type="dxa"/>
            <w:vAlign w:val="center"/>
          </w:tcPr>
          <w:p w14:paraId="58F71A4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</w:tcPr>
          <w:p w14:paraId="1AB7750D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0B123F1B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410B1260" w14:textId="77777777" w:rsidTr="00A137C9">
        <w:tc>
          <w:tcPr>
            <w:tcW w:w="617" w:type="dxa"/>
            <w:vAlign w:val="center"/>
          </w:tcPr>
          <w:p w14:paraId="15D0EE0B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</w:tcPr>
          <w:p w14:paraId="0B48C84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</w:tcPr>
          <w:p w14:paraId="0238330C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0CCBD80" w14:textId="0B1A4800" w:rsidR="00DC652A" w:rsidRPr="00A137C9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</w:t>
      </w:r>
      <w:r w:rsidR="007269EF" w:rsidRPr="00053927">
        <w:rPr>
          <w:rFonts w:ascii="Arial" w:hAnsi="Arial" w:cs="Arial"/>
          <w:sz w:val="24"/>
          <w:szCs w:val="24"/>
        </w:rPr>
        <w:t>2019 r.</w:t>
      </w:r>
      <w:r w:rsidRPr="00053927">
        <w:rPr>
          <w:rFonts w:ascii="Arial" w:hAnsi="Arial" w:cs="Arial"/>
          <w:sz w:val="24"/>
          <w:szCs w:val="24"/>
        </w:rPr>
        <w:t xml:space="preserve"> Prawo zamówień publicznych </w:t>
      </w:r>
      <w:r w:rsidR="00737678" w:rsidRPr="00737678">
        <w:rPr>
          <w:rFonts w:ascii="Arial" w:hAnsi="Arial" w:cs="Arial"/>
          <w:sz w:val="24"/>
          <w:szCs w:val="24"/>
        </w:rPr>
        <w:t>(</w:t>
      </w:r>
      <w:proofErr w:type="spellStart"/>
      <w:r w:rsidR="00737678" w:rsidRPr="00737678">
        <w:rPr>
          <w:rFonts w:ascii="Arial" w:hAnsi="Arial" w:cs="Arial"/>
          <w:sz w:val="24"/>
          <w:szCs w:val="24"/>
        </w:rPr>
        <w:t>t.j</w:t>
      </w:r>
      <w:proofErr w:type="spellEnd"/>
      <w:r w:rsidR="00737678" w:rsidRPr="00737678">
        <w:rPr>
          <w:rFonts w:ascii="Arial" w:hAnsi="Arial" w:cs="Arial"/>
          <w:sz w:val="24"/>
          <w:szCs w:val="24"/>
        </w:rPr>
        <w:t xml:space="preserve">. </w:t>
      </w:r>
      <w:r w:rsidR="007269EF" w:rsidRPr="007269EF">
        <w:rPr>
          <w:rFonts w:ascii="Arial" w:hAnsi="Arial" w:cs="Arial"/>
          <w:sz w:val="24"/>
          <w:szCs w:val="24"/>
        </w:rPr>
        <w:t xml:space="preserve">Dz. U. z 2024 r. poz. 1320 z </w:t>
      </w:r>
      <w:proofErr w:type="spellStart"/>
      <w:r w:rsidR="007269EF" w:rsidRPr="007269EF">
        <w:rPr>
          <w:rFonts w:ascii="Arial" w:hAnsi="Arial" w:cs="Arial"/>
          <w:sz w:val="24"/>
          <w:szCs w:val="24"/>
        </w:rPr>
        <w:t>późn</w:t>
      </w:r>
      <w:proofErr w:type="spellEnd"/>
      <w:r w:rsidR="007269EF" w:rsidRPr="007269EF">
        <w:rPr>
          <w:rFonts w:ascii="Arial" w:hAnsi="Arial" w:cs="Arial"/>
          <w:sz w:val="24"/>
          <w:szCs w:val="24"/>
        </w:rPr>
        <w:t>. zm.</w:t>
      </w:r>
      <w:r w:rsidR="00737678" w:rsidRPr="0073767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2B12DEF7" w14:textId="77777777" w:rsidTr="00A137C9">
        <w:tc>
          <w:tcPr>
            <w:tcW w:w="617" w:type="dxa"/>
            <w:vAlign w:val="center"/>
          </w:tcPr>
          <w:p w14:paraId="298EB31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</w:tcPr>
          <w:p w14:paraId="6278454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vAlign w:val="center"/>
          </w:tcPr>
          <w:p w14:paraId="3B0788A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24471BC7" w14:textId="77777777" w:rsidTr="00A137C9">
        <w:tc>
          <w:tcPr>
            <w:tcW w:w="617" w:type="dxa"/>
            <w:vAlign w:val="center"/>
          </w:tcPr>
          <w:p w14:paraId="0E007137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</w:tcPr>
          <w:p w14:paraId="42040965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2FE94D4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7D948838" w14:textId="77777777" w:rsidTr="00A137C9">
        <w:tc>
          <w:tcPr>
            <w:tcW w:w="617" w:type="dxa"/>
            <w:vAlign w:val="center"/>
          </w:tcPr>
          <w:p w14:paraId="5701597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</w:tcPr>
          <w:p w14:paraId="69D2F317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</w:tcPr>
          <w:p w14:paraId="5CC49BA9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3AC6C7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57E892A3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0875C3E3" w14:textId="77777777" w:rsidTr="004F10A0">
        <w:tc>
          <w:tcPr>
            <w:tcW w:w="2660" w:type="dxa"/>
          </w:tcPr>
          <w:p w14:paraId="104E68F6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B1D4E81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E5979FD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69A9B18E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E0D7BD7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654A61E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737678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28E8A007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4936A" w14:textId="77777777" w:rsidR="00284EF8" w:rsidRDefault="00284EF8" w:rsidP="00025386">
      <w:pPr>
        <w:spacing w:after="0" w:line="240" w:lineRule="auto"/>
      </w:pPr>
      <w:r>
        <w:separator/>
      </w:r>
    </w:p>
  </w:endnote>
  <w:endnote w:type="continuationSeparator" w:id="0">
    <w:p w14:paraId="1344D297" w14:textId="77777777" w:rsidR="00284EF8" w:rsidRDefault="00284EF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0B56A" w14:textId="563B025E" w:rsidR="00025386" w:rsidRDefault="005B4E7B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4B26BD" wp14:editId="66AEAD4B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82D1B1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94C6E37" w14:textId="0A48D184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42CEB21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AD2A0" w14:textId="77777777" w:rsidR="00284EF8" w:rsidRDefault="00284EF8" w:rsidP="00025386">
      <w:pPr>
        <w:spacing w:after="0" w:line="240" w:lineRule="auto"/>
      </w:pPr>
      <w:r>
        <w:separator/>
      </w:r>
    </w:p>
  </w:footnote>
  <w:footnote w:type="continuationSeparator" w:id="0">
    <w:p w14:paraId="16FA0228" w14:textId="77777777" w:rsidR="00284EF8" w:rsidRDefault="00284EF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658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611"/>
    <w:rsid w:val="00025386"/>
    <w:rsid w:val="000423B9"/>
    <w:rsid w:val="00053927"/>
    <w:rsid w:val="00084786"/>
    <w:rsid w:val="00122FA2"/>
    <w:rsid w:val="001235E3"/>
    <w:rsid w:val="0016158F"/>
    <w:rsid w:val="001C2314"/>
    <w:rsid w:val="00213980"/>
    <w:rsid w:val="00221226"/>
    <w:rsid w:val="0024648D"/>
    <w:rsid w:val="00284EF8"/>
    <w:rsid w:val="00294C74"/>
    <w:rsid w:val="00364FE1"/>
    <w:rsid w:val="003A486D"/>
    <w:rsid w:val="004374F2"/>
    <w:rsid w:val="00460705"/>
    <w:rsid w:val="00485239"/>
    <w:rsid w:val="004A0686"/>
    <w:rsid w:val="004E27D7"/>
    <w:rsid w:val="004F10A0"/>
    <w:rsid w:val="0055145C"/>
    <w:rsid w:val="005624D8"/>
    <w:rsid w:val="005B4E7B"/>
    <w:rsid w:val="00620476"/>
    <w:rsid w:val="00657A47"/>
    <w:rsid w:val="007269EF"/>
    <w:rsid w:val="00737678"/>
    <w:rsid w:val="00745A44"/>
    <w:rsid w:val="00751F41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960611"/>
    <w:rsid w:val="009956D3"/>
    <w:rsid w:val="00A137C9"/>
    <w:rsid w:val="00A56A6F"/>
    <w:rsid w:val="00A87380"/>
    <w:rsid w:val="00AF4E90"/>
    <w:rsid w:val="00AF7375"/>
    <w:rsid w:val="00B06C66"/>
    <w:rsid w:val="00B641BE"/>
    <w:rsid w:val="00B77707"/>
    <w:rsid w:val="00BE3BCE"/>
    <w:rsid w:val="00CA424F"/>
    <w:rsid w:val="00CB29AC"/>
    <w:rsid w:val="00CD3DDE"/>
    <w:rsid w:val="00D03170"/>
    <w:rsid w:val="00D55FC4"/>
    <w:rsid w:val="00D9320D"/>
    <w:rsid w:val="00DB1B78"/>
    <w:rsid w:val="00DC4842"/>
    <w:rsid w:val="00DC587A"/>
    <w:rsid w:val="00DC652A"/>
    <w:rsid w:val="00DE3B21"/>
    <w:rsid w:val="00DE73DD"/>
    <w:rsid w:val="00E27ABB"/>
    <w:rsid w:val="00E5261F"/>
    <w:rsid w:val="00E67109"/>
    <w:rsid w:val="00E86D3B"/>
    <w:rsid w:val="00E96184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55890"/>
  <w15:chartTrackingRefBased/>
  <w15:docId w15:val="{0C820920-1479-4EEB-8AD0-BDF0DBEE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USZY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Muszyńska</dc:creator>
  <cp:keywords/>
  <dc:description/>
  <cp:lastModifiedBy>Angelika Grzelaczyk</cp:lastModifiedBy>
  <cp:revision>6</cp:revision>
  <dcterms:created xsi:type="dcterms:W3CDTF">2025-11-20T12:19:00Z</dcterms:created>
  <dcterms:modified xsi:type="dcterms:W3CDTF">2025-11-21T12:47:00Z</dcterms:modified>
</cp:coreProperties>
</file>